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2F" w:rsidRDefault="0071142F" w:rsidP="0071142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</w:t>
      </w:r>
      <w:r w:rsidR="0094303C">
        <w:t>39</w:t>
      </w:r>
      <w:r w:rsidR="003C78C2">
        <w:t>/</w:t>
      </w:r>
      <w:r w:rsidR="00EE7037">
        <w:t>0</w:t>
      </w:r>
      <w:r w:rsidR="0094303C">
        <w:t>3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C032B">
        <w:t>1</w:t>
      </w:r>
      <w:r w:rsidR="0094303C">
        <w:t>1</w:t>
      </w:r>
      <w:r w:rsidR="007C032B">
        <w:t xml:space="preserve">. </w:t>
      </w:r>
      <w:r w:rsidR="0094303C">
        <w:t>prosince</w:t>
      </w:r>
      <w:r w:rsidR="007C032B">
        <w:t xml:space="preserve"> 2019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</w:p>
    <w:p w:rsidR="0094303C" w:rsidRPr="00CC598B" w:rsidRDefault="0094303C" w:rsidP="00CC598B">
      <w:pPr>
        <w:pStyle w:val="Nadpis1"/>
        <w:rPr>
          <w:u w:val="single"/>
        </w:rPr>
      </w:pPr>
      <w:r w:rsidRPr="00CC598B">
        <w:rPr>
          <w:u w:val="single"/>
        </w:rPr>
        <w:lastRenderedPageBreak/>
        <w:t xml:space="preserve">1) Platové výměry ředitelů základních škol a mateřských škol zřizovaných městem </w:t>
      </w:r>
      <w:r w:rsidR="00CC598B">
        <w:rPr>
          <w:u w:val="single"/>
        </w:rPr>
        <w:t xml:space="preserve">Strakonice </w:t>
      </w:r>
      <w:r w:rsidRPr="00CC598B">
        <w:rPr>
          <w:u w:val="single"/>
        </w:rPr>
        <w:t>od 1. ledna 2020</w:t>
      </w:r>
    </w:p>
    <w:p w:rsidR="0094303C" w:rsidRPr="0094303C" w:rsidRDefault="0094303C" w:rsidP="0094303C">
      <w:pPr>
        <w:jc w:val="both"/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Návrh usnesení: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  <w:r w:rsidRPr="0094303C">
        <w:t>RM po projednání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I. Schvaluje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  <w:r w:rsidRPr="0094303C">
        <w:t>platové výměry ředitelů základních škol a mateřských škol zřizovaných městem Strakonice, které jsou samostatnou přílohou materiálu uloženou na odboru školství a cestovního ruchu, od 1. ledna 2020.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II. Ukládá</w:t>
      </w:r>
    </w:p>
    <w:p w:rsidR="0094303C" w:rsidRPr="0094303C" w:rsidRDefault="0094303C" w:rsidP="0094303C">
      <w:pPr>
        <w:jc w:val="both"/>
      </w:pPr>
      <w:r w:rsidRPr="0094303C">
        <w:t>odboru školství a cestovního ruchu zajistit splnění výše uvedeného usnesení.</w:t>
      </w:r>
    </w:p>
    <w:p w:rsidR="008A0129" w:rsidRPr="000B4E5B" w:rsidRDefault="008A0129" w:rsidP="000B4E5B"/>
    <w:p w:rsidR="00285FF2" w:rsidRPr="00285FF2" w:rsidRDefault="00285FF2" w:rsidP="00285FF2">
      <w:pPr>
        <w:pStyle w:val="Nadpis1"/>
        <w:rPr>
          <w:u w:val="single"/>
        </w:rPr>
      </w:pPr>
      <w:r w:rsidRPr="00285FF2">
        <w:rPr>
          <w:u w:val="single"/>
        </w:rPr>
        <w:t xml:space="preserve">2) Základní škola F. L. Čelakovského a Mateřská škola Strakonice,  Lidická 625 – odepsání pohledávek </w:t>
      </w:r>
    </w:p>
    <w:p w:rsidR="00285FF2" w:rsidRDefault="00285FF2" w:rsidP="00285FF2">
      <w:pPr>
        <w:jc w:val="both"/>
      </w:pPr>
    </w:p>
    <w:p w:rsidR="00285FF2" w:rsidRDefault="00285FF2" w:rsidP="00285FF2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285FF2" w:rsidRDefault="00285FF2" w:rsidP="00285FF2">
      <w:r>
        <w:t>RM po projednání</w:t>
      </w:r>
    </w:p>
    <w:p w:rsidR="00285FF2" w:rsidRDefault="00285FF2" w:rsidP="00285FF2">
      <w:pPr>
        <w:jc w:val="both"/>
      </w:pPr>
    </w:p>
    <w:p w:rsidR="00285FF2" w:rsidRPr="00285FF2" w:rsidRDefault="00285FF2" w:rsidP="00285FF2">
      <w:pPr>
        <w:pStyle w:val="Nadpis2"/>
        <w:rPr>
          <w:sz w:val="24"/>
        </w:rPr>
      </w:pPr>
      <w:r w:rsidRPr="00285FF2">
        <w:rPr>
          <w:sz w:val="24"/>
        </w:rPr>
        <w:t>I. Rozhodla</w:t>
      </w:r>
    </w:p>
    <w:p w:rsidR="00285FF2" w:rsidRDefault="00285FF2" w:rsidP="00285FF2">
      <w:pPr>
        <w:jc w:val="both"/>
      </w:pPr>
      <w:r>
        <w:t>odepsat pohledávky Základní školy F. L. Čelakovského v celkové výši 1.593,28 Kč (1.153,28 Kč přeplatek za vyúčtov</w:t>
      </w:r>
      <w:r w:rsidR="000B4E5B">
        <w:t>ání záloh programového servisu M</w:t>
      </w:r>
      <w:r>
        <w:t>zdy + 440 Kč nedoplatek za úhradu školní družiny</w:t>
      </w:r>
      <w:r w:rsidR="000B4E5B">
        <w:t xml:space="preserve"> dvou žáků</w:t>
      </w:r>
      <w:r>
        <w:t xml:space="preserve">) z účetní evidence jako </w:t>
      </w:r>
      <w:proofErr w:type="spellStart"/>
      <w:r>
        <w:t>nevymožitelné</w:t>
      </w:r>
      <w:proofErr w:type="spellEnd"/>
      <w:r>
        <w:t>.</w:t>
      </w:r>
    </w:p>
    <w:p w:rsidR="00083D76" w:rsidRDefault="00083D76" w:rsidP="00285FF2">
      <w:pPr>
        <w:jc w:val="both"/>
      </w:pPr>
    </w:p>
    <w:p w:rsidR="00083D76" w:rsidRPr="00285FF2" w:rsidRDefault="00083D76" w:rsidP="00083D76">
      <w:pPr>
        <w:pStyle w:val="Nadpis2"/>
        <w:rPr>
          <w:sz w:val="24"/>
        </w:rPr>
      </w:pPr>
      <w:r>
        <w:rPr>
          <w:sz w:val="24"/>
        </w:rPr>
        <w:t>II</w:t>
      </w:r>
      <w:r w:rsidRPr="00285FF2">
        <w:rPr>
          <w:sz w:val="24"/>
        </w:rPr>
        <w:t>. Ukládá</w:t>
      </w:r>
    </w:p>
    <w:p w:rsidR="00083D76" w:rsidRDefault="00083D76" w:rsidP="00083D76">
      <w:pPr>
        <w:jc w:val="both"/>
      </w:pPr>
      <w:r>
        <w:t>Základní škole F. L. Čelakovského odepsat pohledávky z účetní evidence.</w:t>
      </w:r>
    </w:p>
    <w:p w:rsidR="00285FF2" w:rsidRDefault="00285FF2" w:rsidP="00285FF2">
      <w:pPr>
        <w:jc w:val="both"/>
      </w:pPr>
    </w:p>
    <w:p w:rsidR="00285FF2" w:rsidRPr="00285FF2" w:rsidRDefault="00285FF2" w:rsidP="00285FF2">
      <w:pPr>
        <w:pStyle w:val="Nadpis2"/>
        <w:rPr>
          <w:sz w:val="24"/>
        </w:rPr>
      </w:pPr>
      <w:r w:rsidRPr="00285FF2">
        <w:rPr>
          <w:sz w:val="24"/>
        </w:rPr>
        <w:t>II</w:t>
      </w:r>
      <w:r w:rsidR="00083D76">
        <w:rPr>
          <w:sz w:val="24"/>
        </w:rPr>
        <w:t>I</w:t>
      </w:r>
      <w:r w:rsidRPr="00285FF2">
        <w:rPr>
          <w:sz w:val="24"/>
        </w:rPr>
        <w:t>. Rozhodla</w:t>
      </w:r>
    </w:p>
    <w:p w:rsidR="00285FF2" w:rsidRDefault="00285FF2" w:rsidP="00285FF2">
      <w:pPr>
        <w:jc w:val="both"/>
      </w:pPr>
      <w:r>
        <w:t xml:space="preserve">odepsat pohledávky Mateřské školy Strakonice, Lidická 625 v celkové výši 4.549 Kč (nedoplatek za úhradu školného a stravného pěti dětí) z účetní evidence jako </w:t>
      </w:r>
      <w:proofErr w:type="spellStart"/>
      <w:r>
        <w:t>nevymožitelné</w:t>
      </w:r>
      <w:proofErr w:type="spellEnd"/>
      <w:r w:rsidR="000B4E5B">
        <w:t>.</w:t>
      </w:r>
    </w:p>
    <w:p w:rsidR="00285FF2" w:rsidRDefault="00285FF2" w:rsidP="00285FF2">
      <w:pPr>
        <w:jc w:val="both"/>
        <w:rPr>
          <w:b/>
          <w:u w:val="single"/>
        </w:rPr>
      </w:pPr>
    </w:p>
    <w:p w:rsidR="00285FF2" w:rsidRPr="00285FF2" w:rsidRDefault="00083D76" w:rsidP="00285FF2">
      <w:pPr>
        <w:pStyle w:val="Nadpis2"/>
        <w:rPr>
          <w:sz w:val="24"/>
        </w:rPr>
      </w:pPr>
      <w:r>
        <w:rPr>
          <w:sz w:val="24"/>
        </w:rPr>
        <w:t>IV</w:t>
      </w:r>
      <w:r w:rsidR="00285FF2" w:rsidRPr="00285FF2">
        <w:rPr>
          <w:sz w:val="24"/>
        </w:rPr>
        <w:t>. Ukládá</w:t>
      </w:r>
    </w:p>
    <w:p w:rsidR="00285FF2" w:rsidRDefault="00083D76" w:rsidP="00285FF2">
      <w:pPr>
        <w:jc w:val="both"/>
      </w:pPr>
      <w:r>
        <w:t>Mateřské škole Strakonice, Lidická 625</w:t>
      </w:r>
      <w:r w:rsidR="00285FF2">
        <w:t xml:space="preserve"> odepsat pohledávky z účetní evidence.</w:t>
      </w:r>
    </w:p>
    <w:p w:rsidR="00285FF2" w:rsidRDefault="00285FF2" w:rsidP="00285FF2">
      <w:pPr>
        <w:jc w:val="both"/>
      </w:pPr>
    </w:p>
    <w:p w:rsidR="00607D1D" w:rsidRDefault="00607D1D" w:rsidP="00285FF2"/>
    <w:p w:rsidR="00607D1D" w:rsidRPr="00607D1D" w:rsidRDefault="00607D1D" w:rsidP="00607D1D">
      <w:pPr>
        <w:pStyle w:val="Nadpis1"/>
        <w:rPr>
          <w:u w:val="single"/>
        </w:rPr>
      </w:pPr>
      <w:r>
        <w:rPr>
          <w:color w:val="000000"/>
          <w:u w:val="single"/>
        </w:rPr>
        <w:t>3</w:t>
      </w:r>
      <w:r w:rsidRPr="00607D1D">
        <w:rPr>
          <w:u w:val="single"/>
        </w:rPr>
        <w:t>) Osobní příplatek ředitelů základních škol a mateřských škol zřizovaných městem Strakonice</w:t>
      </w:r>
    </w:p>
    <w:p w:rsidR="00607D1D" w:rsidRPr="00D70602" w:rsidRDefault="00607D1D" w:rsidP="00607D1D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607D1D" w:rsidRPr="00607D1D" w:rsidRDefault="00607D1D" w:rsidP="00607D1D">
      <w:pPr>
        <w:jc w:val="both"/>
        <w:rPr>
          <w:b/>
          <w:bCs/>
          <w:iCs/>
          <w:u w:val="single"/>
        </w:rPr>
      </w:pPr>
      <w:r w:rsidRPr="00607D1D">
        <w:rPr>
          <w:b/>
          <w:bCs/>
          <w:iCs/>
          <w:u w:val="single"/>
        </w:rPr>
        <w:t>Návrh usnesení:</w:t>
      </w:r>
      <w:r w:rsidRPr="00607D1D">
        <w:rPr>
          <w:bCs/>
          <w:iCs/>
        </w:rPr>
        <w:t xml:space="preserve"> </w:t>
      </w:r>
    </w:p>
    <w:p w:rsidR="00607D1D" w:rsidRPr="00D70602" w:rsidRDefault="00607D1D" w:rsidP="00607D1D">
      <w:pPr>
        <w:jc w:val="both"/>
      </w:pPr>
      <w:r w:rsidRPr="00D70602">
        <w:t>RM po projednání</w:t>
      </w:r>
    </w:p>
    <w:p w:rsidR="00607D1D" w:rsidRPr="00D70602" w:rsidRDefault="00607D1D" w:rsidP="00607D1D">
      <w:pPr>
        <w:jc w:val="both"/>
      </w:pPr>
    </w:p>
    <w:p w:rsidR="00607D1D" w:rsidRPr="00607D1D" w:rsidRDefault="00607D1D" w:rsidP="00607D1D">
      <w:pPr>
        <w:pStyle w:val="Nadpis2"/>
        <w:rPr>
          <w:sz w:val="24"/>
        </w:rPr>
      </w:pPr>
      <w:r w:rsidRPr="00607D1D">
        <w:rPr>
          <w:sz w:val="24"/>
        </w:rPr>
        <w:t>I. Schvaluje</w:t>
      </w:r>
    </w:p>
    <w:p w:rsidR="00607D1D" w:rsidRPr="00D70602" w:rsidRDefault="00607D1D" w:rsidP="00607D1D">
      <w:pPr>
        <w:jc w:val="both"/>
      </w:pPr>
      <w:r>
        <w:t>osobní příplatky ředitelů základních škol a mateřských škol zřizovaných městem Strakonice</w:t>
      </w:r>
      <w:r w:rsidRPr="00D70602">
        <w:t xml:space="preserve"> od 1. </w:t>
      </w:r>
      <w:r>
        <w:t>ledna 2019</w:t>
      </w:r>
      <w:r w:rsidRPr="00D70602">
        <w:t>,  dle přílohy uložené na odboru školství a cestovního ruchu.</w:t>
      </w:r>
    </w:p>
    <w:p w:rsidR="00607D1D" w:rsidRPr="00D70602" w:rsidRDefault="00607D1D" w:rsidP="00607D1D">
      <w:pPr>
        <w:jc w:val="both"/>
      </w:pPr>
    </w:p>
    <w:p w:rsidR="00607D1D" w:rsidRPr="00607D1D" w:rsidRDefault="00607D1D" w:rsidP="00607D1D">
      <w:pPr>
        <w:pStyle w:val="Nadpis2"/>
        <w:rPr>
          <w:sz w:val="24"/>
        </w:rPr>
      </w:pPr>
      <w:r w:rsidRPr="00607D1D">
        <w:rPr>
          <w:sz w:val="24"/>
        </w:rPr>
        <w:t>I</w:t>
      </w:r>
      <w:r>
        <w:rPr>
          <w:sz w:val="24"/>
        </w:rPr>
        <w:t>I</w:t>
      </w:r>
      <w:r w:rsidRPr="00607D1D">
        <w:rPr>
          <w:sz w:val="24"/>
        </w:rPr>
        <w:t>. Ukládá</w:t>
      </w:r>
    </w:p>
    <w:p w:rsidR="00607D1D" w:rsidRDefault="00607D1D" w:rsidP="00607D1D">
      <w:pPr>
        <w:widowControl w:val="0"/>
        <w:autoSpaceDE w:val="0"/>
        <w:autoSpaceDN w:val="0"/>
        <w:adjustRightInd w:val="0"/>
        <w:jc w:val="both"/>
      </w:pPr>
      <w:r w:rsidRPr="00D70602">
        <w:t>odboru školství a cestovního ruchu zajistit splnění výše uvedeného usnesení.</w:t>
      </w:r>
    </w:p>
    <w:p w:rsidR="006C2C33" w:rsidRDefault="006C2C33" w:rsidP="00607D1D">
      <w:pPr>
        <w:widowControl w:val="0"/>
        <w:autoSpaceDE w:val="0"/>
        <w:autoSpaceDN w:val="0"/>
        <w:adjustRightInd w:val="0"/>
        <w:jc w:val="both"/>
      </w:pPr>
    </w:p>
    <w:p w:rsidR="006C2C33" w:rsidRDefault="006C2C33" w:rsidP="00607D1D">
      <w:pPr>
        <w:widowControl w:val="0"/>
        <w:autoSpaceDE w:val="0"/>
        <w:autoSpaceDN w:val="0"/>
        <w:adjustRightInd w:val="0"/>
        <w:jc w:val="both"/>
      </w:pPr>
    </w:p>
    <w:p w:rsidR="006C2C33" w:rsidRDefault="006C2C33" w:rsidP="006C2C33">
      <w:pPr>
        <w:pStyle w:val="Nadpis1"/>
        <w:rPr>
          <w:u w:val="single"/>
        </w:rPr>
      </w:pPr>
    </w:p>
    <w:p w:rsidR="006C2C33" w:rsidRPr="006C2C33" w:rsidRDefault="006C2C33" w:rsidP="006C2C33">
      <w:pPr>
        <w:pStyle w:val="Nadpis1"/>
        <w:rPr>
          <w:u w:val="single"/>
        </w:rPr>
      </w:pPr>
      <w:r w:rsidRPr="006C2C33">
        <w:rPr>
          <w:u w:val="single"/>
        </w:rPr>
        <w:t>4) Základní škola F. L. Čelakovského – žádost o souhlas s přijetím finančního daru</w:t>
      </w:r>
    </w:p>
    <w:p w:rsidR="006C2C33" w:rsidRDefault="006C2C33" w:rsidP="006C2C33"/>
    <w:p w:rsidR="006C2C33" w:rsidRDefault="006C2C33" w:rsidP="006C2C33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C2C33" w:rsidRDefault="006C2C33" w:rsidP="006C2C33">
      <w:pPr>
        <w:jc w:val="both"/>
      </w:pPr>
      <w:r>
        <w:t xml:space="preserve">RM pro projednání </w:t>
      </w:r>
    </w:p>
    <w:p w:rsidR="006C2C33" w:rsidRDefault="006C2C33" w:rsidP="006C2C33">
      <w:pPr>
        <w:jc w:val="both"/>
      </w:pPr>
    </w:p>
    <w:p w:rsidR="006C2C33" w:rsidRDefault="006C2C33" w:rsidP="006C2C33">
      <w:pPr>
        <w:pStyle w:val="Nadpis3"/>
        <w:rPr>
          <w:b w:val="0"/>
        </w:rPr>
      </w:pPr>
      <w:r>
        <w:t>I. Souhlasí</w:t>
      </w:r>
    </w:p>
    <w:p w:rsidR="006C2C33" w:rsidRDefault="006C2C33" w:rsidP="006C2C33">
      <w:pPr>
        <w:jc w:val="both"/>
      </w:pPr>
      <w:r>
        <w:t xml:space="preserve">s přijetím finančního daru ve výši 25.868 Kč od WOMEN FOR WOMEN, o.p.s., Vlastislavova 152/4, Praha 4, který bude použit na uhrazení stravného ve školní jídelně při Základní škole     F. L. Čelakovského pro 9 žáků v rámci charitativního projektu Obědy pro děti, a to v období od </w:t>
      </w:r>
      <w:proofErr w:type="gramStart"/>
      <w:r>
        <w:t>02.01.2020</w:t>
      </w:r>
      <w:proofErr w:type="gramEnd"/>
      <w:r>
        <w:t xml:space="preserve"> do 30.06.2020. </w:t>
      </w:r>
    </w:p>
    <w:p w:rsidR="006C2C33" w:rsidRDefault="006C2C33" w:rsidP="006C2C33">
      <w:pPr>
        <w:jc w:val="both"/>
      </w:pPr>
    </w:p>
    <w:p w:rsidR="006C2C33" w:rsidRDefault="006C2C33" w:rsidP="006C2C33">
      <w:pPr>
        <w:jc w:val="both"/>
      </w:pPr>
      <w:r>
        <w:t>Příloha</w:t>
      </w:r>
    </w:p>
    <w:p w:rsidR="006C2C33" w:rsidRPr="00D70602" w:rsidRDefault="006C2C33" w:rsidP="00607D1D">
      <w:pPr>
        <w:widowControl w:val="0"/>
        <w:autoSpaceDE w:val="0"/>
        <w:autoSpaceDN w:val="0"/>
        <w:adjustRightInd w:val="0"/>
        <w:jc w:val="both"/>
      </w:pPr>
    </w:p>
    <w:p w:rsidR="002B3EF2" w:rsidRPr="006C2C33" w:rsidRDefault="002B3EF2" w:rsidP="002B3EF2">
      <w:pPr>
        <w:pStyle w:val="Nadpis1"/>
        <w:rPr>
          <w:u w:val="single"/>
        </w:rPr>
      </w:pPr>
      <w:r>
        <w:rPr>
          <w:u w:val="single"/>
        </w:rPr>
        <w:t>5</w:t>
      </w:r>
      <w:r w:rsidRPr="006C2C33">
        <w:rPr>
          <w:u w:val="single"/>
        </w:rPr>
        <w:t>) Zá</w:t>
      </w:r>
      <w:r>
        <w:rPr>
          <w:u w:val="single"/>
        </w:rPr>
        <w:t>pis z komise pro kulturu</w:t>
      </w:r>
    </w:p>
    <w:p w:rsidR="002B3EF2" w:rsidRDefault="002B3EF2" w:rsidP="002B3EF2"/>
    <w:p w:rsidR="002B3EF2" w:rsidRDefault="002B3EF2" w:rsidP="002B3EF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B3EF2" w:rsidRDefault="002B3EF2" w:rsidP="002B3EF2">
      <w:pPr>
        <w:jc w:val="both"/>
      </w:pPr>
      <w:r>
        <w:t xml:space="preserve">RM pro projednání </w:t>
      </w:r>
    </w:p>
    <w:p w:rsidR="002B3EF2" w:rsidRDefault="002B3EF2" w:rsidP="002B3EF2">
      <w:pPr>
        <w:jc w:val="both"/>
      </w:pPr>
    </w:p>
    <w:p w:rsidR="002B3EF2" w:rsidRDefault="002B3EF2" w:rsidP="002B3EF2">
      <w:pPr>
        <w:pStyle w:val="Nadpis3"/>
        <w:rPr>
          <w:b w:val="0"/>
        </w:rPr>
      </w:pPr>
      <w:r>
        <w:t>I. Bere na vědomí</w:t>
      </w:r>
    </w:p>
    <w:p w:rsidR="002B3EF2" w:rsidRDefault="002B3EF2" w:rsidP="002B3EF2">
      <w:pPr>
        <w:jc w:val="both"/>
      </w:pPr>
      <w:r>
        <w:t>zápis z komise pro kulturu</w:t>
      </w:r>
      <w:r w:rsidR="00B173EB">
        <w:t>, která se konala</w:t>
      </w:r>
      <w:r>
        <w:t xml:space="preserve"> dne 18. 11. 2019. </w:t>
      </w:r>
    </w:p>
    <w:p w:rsidR="002B3EF2" w:rsidRDefault="002B3EF2" w:rsidP="002B3EF2">
      <w:pPr>
        <w:jc w:val="both"/>
      </w:pPr>
    </w:p>
    <w:p w:rsidR="004902E0" w:rsidRDefault="004902E0" w:rsidP="00285FF2"/>
    <w:p w:rsidR="004902E0" w:rsidRPr="006C2C33" w:rsidRDefault="004902E0" w:rsidP="004902E0">
      <w:pPr>
        <w:pStyle w:val="Nadpis1"/>
        <w:rPr>
          <w:u w:val="single"/>
        </w:rPr>
      </w:pPr>
      <w:r>
        <w:rPr>
          <w:u w:val="single"/>
        </w:rPr>
        <w:t>6</w:t>
      </w:r>
      <w:r w:rsidRPr="006C2C33">
        <w:rPr>
          <w:u w:val="single"/>
        </w:rPr>
        <w:t xml:space="preserve">) </w:t>
      </w:r>
      <w:r>
        <w:rPr>
          <w:u w:val="single"/>
        </w:rPr>
        <w:t>Objednávky odboru školství a cestovního ruchu – říjen/listopad 2019</w:t>
      </w:r>
    </w:p>
    <w:p w:rsidR="004902E0" w:rsidRDefault="004902E0" w:rsidP="004902E0"/>
    <w:p w:rsidR="004902E0" w:rsidRDefault="004902E0" w:rsidP="004902E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902E0" w:rsidRDefault="004902E0" w:rsidP="004902E0">
      <w:pPr>
        <w:jc w:val="both"/>
      </w:pPr>
      <w:r>
        <w:t xml:space="preserve">RM pro projednání </w:t>
      </w:r>
    </w:p>
    <w:p w:rsidR="004902E0" w:rsidRDefault="004902E0" w:rsidP="004902E0">
      <w:pPr>
        <w:jc w:val="both"/>
      </w:pPr>
    </w:p>
    <w:p w:rsidR="004902E0" w:rsidRDefault="004902E0" w:rsidP="004902E0">
      <w:pPr>
        <w:pStyle w:val="Nadpis3"/>
        <w:rPr>
          <w:b w:val="0"/>
        </w:rPr>
      </w:pPr>
      <w:r>
        <w:t>I. Bere na vědomí</w:t>
      </w:r>
    </w:p>
    <w:p w:rsidR="004902E0" w:rsidRDefault="004902E0" w:rsidP="004902E0">
      <w:pPr>
        <w:jc w:val="both"/>
      </w:pPr>
      <w:r>
        <w:t>přehled objednávek vystavených odborem školství a cestovního ruchu za období</w:t>
      </w:r>
      <w:r>
        <w:br/>
        <w:t>1.10.-</w:t>
      </w:r>
      <w:proofErr w:type="gramStart"/>
      <w:r>
        <w:t>30.11.2019</w:t>
      </w:r>
      <w:proofErr w:type="gramEnd"/>
      <w:r>
        <w:t xml:space="preserve">. </w:t>
      </w:r>
    </w:p>
    <w:p w:rsidR="004902E0" w:rsidRDefault="004902E0" w:rsidP="004902E0">
      <w:pPr>
        <w:jc w:val="both"/>
      </w:pPr>
    </w:p>
    <w:p w:rsidR="004902E0" w:rsidRPr="00285FF2" w:rsidRDefault="004902E0" w:rsidP="004902E0">
      <w:bookmarkStart w:id="0" w:name="_GoBack"/>
      <w:bookmarkEnd w:id="0"/>
    </w:p>
    <w:p w:rsidR="004902E0" w:rsidRPr="00285FF2" w:rsidRDefault="004902E0" w:rsidP="00285FF2"/>
    <w:sectPr w:rsidR="004902E0" w:rsidRPr="00285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B3943"/>
    <w:multiLevelType w:val="hybridMultilevel"/>
    <w:tmpl w:val="05307260"/>
    <w:lvl w:ilvl="0" w:tplc="440E1C3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97E03"/>
    <w:multiLevelType w:val="hybridMultilevel"/>
    <w:tmpl w:val="38C8B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83D76"/>
    <w:rsid w:val="000B3CE3"/>
    <w:rsid w:val="000B4E5B"/>
    <w:rsid w:val="000C07E2"/>
    <w:rsid w:val="001413A6"/>
    <w:rsid w:val="00170C28"/>
    <w:rsid w:val="00181B71"/>
    <w:rsid w:val="001C45EF"/>
    <w:rsid w:val="001D4E71"/>
    <w:rsid w:val="001E549E"/>
    <w:rsid w:val="001F155E"/>
    <w:rsid w:val="001F4C10"/>
    <w:rsid w:val="0024670A"/>
    <w:rsid w:val="0026490C"/>
    <w:rsid w:val="00285FF2"/>
    <w:rsid w:val="00296628"/>
    <w:rsid w:val="002A5554"/>
    <w:rsid w:val="002B3EF2"/>
    <w:rsid w:val="002C6937"/>
    <w:rsid w:val="002D5BD3"/>
    <w:rsid w:val="002E4A84"/>
    <w:rsid w:val="003015BF"/>
    <w:rsid w:val="00363CE7"/>
    <w:rsid w:val="00364546"/>
    <w:rsid w:val="003725C1"/>
    <w:rsid w:val="0037322C"/>
    <w:rsid w:val="003B1B59"/>
    <w:rsid w:val="003C17E5"/>
    <w:rsid w:val="003C633A"/>
    <w:rsid w:val="003C6E3B"/>
    <w:rsid w:val="003C78C2"/>
    <w:rsid w:val="003E682E"/>
    <w:rsid w:val="003F1855"/>
    <w:rsid w:val="003F5A23"/>
    <w:rsid w:val="00416462"/>
    <w:rsid w:val="0041766E"/>
    <w:rsid w:val="004501E6"/>
    <w:rsid w:val="004502B1"/>
    <w:rsid w:val="00465191"/>
    <w:rsid w:val="0047067D"/>
    <w:rsid w:val="004902E0"/>
    <w:rsid w:val="004A7A94"/>
    <w:rsid w:val="004E4491"/>
    <w:rsid w:val="00505229"/>
    <w:rsid w:val="005904E1"/>
    <w:rsid w:val="005C3E20"/>
    <w:rsid w:val="005C47D3"/>
    <w:rsid w:val="00607D1D"/>
    <w:rsid w:val="00694B76"/>
    <w:rsid w:val="006A5837"/>
    <w:rsid w:val="006B5D46"/>
    <w:rsid w:val="006C2C33"/>
    <w:rsid w:val="006D339D"/>
    <w:rsid w:val="0071142F"/>
    <w:rsid w:val="00740BF5"/>
    <w:rsid w:val="00746640"/>
    <w:rsid w:val="00751157"/>
    <w:rsid w:val="007A4454"/>
    <w:rsid w:val="007B1D87"/>
    <w:rsid w:val="007C032B"/>
    <w:rsid w:val="007E1573"/>
    <w:rsid w:val="007F73FB"/>
    <w:rsid w:val="00812ACC"/>
    <w:rsid w:val="008A0129"/>
    <w:rsid w:val="008A6582"/>
    <w:rsid w:val="008F07F6"/>
    <w:rsid w:val="008F0A58"/>
    <w:rsid w:val="00920D19"/>
    <w:rsid w:val="0092333F"/>
    <w:rsid w:val="00935AF6"/>
    <w:rsid w:val="0094303C"/>
    <w:rsid w:val="00985C5A"/>
    <w:rsid w:val="0099277E"/>
    <w:rsid w:val="009C229D"/>
    <w:rsid w:val="009E0B8E"/>
    <w:rsid w:val="009E26DB"/>
    <w:rsid w:val="00A00312"/>
    <w:rsid w:val="00A432F0"/>
    <w:rsid w:val="00A666D1"/>
    <w:rsid w:val="00A6727D"/>
    <w:rsid w:val="00A72ACE"/>
    <w:rsid w:val="00A93681"/>
    <w:rsid w:val="00AE3BF8"/>
    <w:rsid w:val="00AE5FC5"/>
    <w:rsid w:val="00AF2209"/>
    <w:rsid w:val="00B173EB"/>
    <w:rsid w:val="00B221BA"/>
    <w:rsid w:val="00B9190F"/>
    <w:rsid w:val="00BD647C"/>
    <w:rsid w:val="00BF4956"/>
    <w:rsid w:val="00BF7E67"/>
    <w:rsid w:val="00C167EA"/>
    <w:rsid w:val="00C22778"/>
    <w:rsid w:val="00C24129"/>
    <w:rsid w:val="00C5239A"/>
    <w:rsid w:val="00C526C9"/>
    <w:rsid w:val="00C60DFB"/>
    <w:rsid w:val="00C62673"/>
    <w:rsid w:val="00CB6DDB"/>
    <w:rsid w:val="00CC598B"/>
    <w:rsid w:val="00CD41B8"/>
    <w:rsid w:val="00D067D8"/>
    <w:rsid w:val="00D35C64"/>
    <w:rsid w:val="00D87524"/>
    <w:rsid w:val="00D950C3"/>
    <w:rsid w:val="00DB2AB0"/>
    <w:rsid w:val="00DB3AC4"/>
    <w:rsid w:val="00DE1C05"/>
    <w:rsid w:val="00E34FEC"/>
    <w:rsid w:val="00E4272D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C742A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07D1D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607D1D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3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71</TotalTime>
  <Pages>3</Pages>
  <Words>412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16</cp:revision>
  <cp:lastPrinted>2019-12-04T11:45:00Z</cp:lastPrinted>
  <dcterms:created xsi:type="dcterms:W3CDTF">2019-11-26T10:33:00Z</dcterms:created>
  <dcterms:modified xsi:type="dcterms:W3CDTF">2019-12-04T15:51:00Z</dcterms:modified>
</cp:coreProperties>
</file>